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175F" w:rsidRPr="00CC1B68" w:rsidRDefault="009D175F" w:rsidP="009947C1">
      <w:pPr>
        <w:jc w:val="center"/>
        <w:rPr>
          <w:rFonts w:cs="Arial"/>
          <w:b/>
          <w:sz w:val="28"/>
          <w:szCs w:val="28"/>
        </w:rPr>
      </w:pPr>
      <w:r>
        <w:rPr>
          <w:noProof/>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s1026" type="#_x0000_t75" style="position:absolute;left:0;text-align:left;margin-left:311.4pt;margin-top:9pt;width:2in;height:2in;z-index:251658240;visibility:visible" wrapcoords="-112 0 -112 21488 21600 21488 21600 0 -112 0">
            <v:imagedata r:id="rId6" o:title=""/>
            <w10:wrap type="through"/>
          </v:shape>
        </w:pict>
      </w:r>
      <w:r>
        <w:rPr>
          <w:noProof/>
          <w:lang w:eastAsia="de-DE"/>
        </w:rPr>
        <w:pict>
          <v:shape id="Bild 3" o:spid="_x0000_s1027" type="#_x0000_t75" alt="essay" style="position:absolute;left:0;text-align:left;margin-left:18pt;margin-top:-9pt;width:175.1pt;height:58.15pt;z-index:-251659264;visibility:visible">
            <v:imagedata r:id="rId7" o:title=""/>
          </v:shape>
        </w:pict>
      </w:r>
    </w:p>
    <w:p w:rsidR="009D175F" w:rsidRPr="00CE44BA" w:rsidRDefault="009D175F" w:rsidP="00B1029A">
      <w:pPr>
        <w:spacing w:after="0" w:line="240" w:lineRule="auto"/>
        <w:rPr>
          <w:rFonts w:ascii="Arial" w:hAnsi="Arial" w:cs="Arial"/>
          <w:b/>
          <w:sz w:val="28"/>
          <w:szCs w:val="28"/>
        </w:rPr>
      </w:pPr>
    </w:p>
    <w:p w:rsidR="009D175F" w:rsidRPr="00CE44BA" w:rsidRDefault="009D175F" w:rsidP="00B1029A">
      <w:pPr>
        <w:spacing w:after="0" w:line="240" w:lineRule="auto"/>
        <w:rPr>
          <w:rFonts w:ascii="Arial" w:hAnsi="Arial" w:cs="Arial"/>
          <w:b/>
          <w:sz w:val="24"/>
          <w:szCs w:val="24"/>
        </w:rPr>
      </w:pPr>
      <w:r w:rsidRPr="00CE44BA">
        <w:rPr>
          <w:rFonts w:ascii="Arial" w:hAnsi="Arial" w:cs="Arial"/>
          <w:b/>
          <w:sz w:val="24"/>
          <w:szCs w:val="24"/>
        </w:rPr>
        <w:t>SHANTEL</w:t>
      </w:r>
    </w:p>
    <w:p w:rsidR="009D175F" w:rsidRPr="00CE44BA" w:rsidRDefault="009D175F" w:rsidP="00B1029A">
      <w:pPr>
        <w:spacing w:after="0" w:line="240" w:lineRule="auto"/>
        <w:rPr>
          <w:rFonts w:ascii="Arial" w:hAnsi="Arial" w:cs="Arial"/>
          <w:b/>
          <w:sz w:val="24"/>
          <w:szCs w:val="24"/>
        </w:rPr>
      </w:pPr>
      <w:r w:rsidRPr="00CE44BA">
        <w:rPr>
          <w:rFonts w:ascii="Arial" w:hAnsi="Arial" w:cs="Arial"/>
          <w:b/>
          <w:sz w:val="24"/>
          <w:szCs w:val="24"/>
        </w:rPr>
        <w:t xml:space="preserve">Anarchy </w:t>
      </w:r>
      <w:r>
        <w:rPr>
          <w:rFonts w:ascii="Arial" w:hAnsi="Arial" w:cs="Arial"/>
          <w:b/>
          <w:sz w:val="24"/>
          <w:szCs w:val="24"/>
        </w:rPr>
        <w:t>+</w:t>
      </w:r>
      <w:r w:rsidRPr="00CE44BA">
        <w:rPr>
          <w:rFonts w:ascii="Arial" w:hAnsi="Arial" w:cs="Arial"/>
          <w:b/>
          <w:sz w:val="24"/>
          <w:szCs w:val="24"/>
        </w:rPr>
        <w:t xml:space="preserve"> Romance</w:t>
      </w:r>
    </w:p>
    <w:p w:rsidR="009D175F" w:rsidRPr="003475CD" w:rsidRDefault="009D175F" w:rsidP="003475CD">
      <w:pPr>
        <w:spacing w:after="0" w:line="240" w:lineRule="auto"/>
        <w:rPr>
          <w:rFonts w:ascii="Arial" w:hAnsi="Arial" w:cs="Arial"/>
          <w:b/>
          <w:sz w:val="24"/>
          <w:szCs w:val="24"/>
          <w:lang w:val="en-US"/>
        </w:rPr>
      </w:pPr>
      <w:r w:rsidRPr="003475CD">
        <w:rPr>
          <w:rFonts w:ascii="Arial" w:hAnsi="Arial" w:cs="Arial"/>
          <w:b/>
          <w:sz w:val="24"/>
          <w:szCs w:val="24"/>
          <w:lang w:val="en-US"/>
        </w:rPr>
        <w:t xml:space="preserve">Réf.: AY CD 31 </w:t>
      </w:r>
      <w:r w:rsidRPr="003475CD">
        <w:rPr>
          <w:rFonts w:ascii="Arial" w:hAnsi="Arial" w:cs="Arial"/>
          <w:sz w:val="24"/>
          <w:szCs w:val="24"/>
          <w:lang w:val="en-US"/>
        </w:rPr>
        <w:t>(EAN 4250536400089)</w:t>
      </w:r>
      <w:r w:rsidRPr="003475CD">
        <w:rPr>
          <w:rFonts w:ascii="Arial" w:hAnsi="Arial" w:cs="Arial"/>
          <w:b/>
          <w:sz w:val="24"/>
          <w:szCs w:val="24"/>
          <w:lang w:val="en-US"/>
        </w:rPr>
        <w:br/>
        <w:t>Vinyle / CD / App &amp; Download, sortie 18.10.</w:t>
      </w:r>
      <w:r>
        <w:rPr>
          <w:rFonts w:ascii="Arial" w:hAnsi="Arial" w:cs="Arial"/>
          <w:b/>
          <w:sz w:val="24"/>
          <w:szCs w:val="24"/>
          <w:lang w:val="en-US"/>
        </w:rPr>
        <w:t>2013</w:t>
      </w:r>
    </w:p>
    <w:p w:rsidR="009D175F" w:rsidRPr="00CE44BA" w:rsidRDefault="009D175F" w:rsidP="003475CD">
      <w:pPr>
        <w:spacing w:after="0" w:line="240" w:lineRule="auto"/>
        <w:rPr>
          <w:rFonts w:ascii="Arial" w:hAnsi="Arial" w:cs="Arial"/>
          <w:sz w:val="20"/>
          <w:szCs w:val="20"/>
          <w:lang w:val="en-US"/>
        </w:rPr>
      </w:pPr>
    </w:p>
    <w:p w:rsidR="009D175F" w:rsidRPr="00CE44BA" w:rsidRDefault="009D175F" w:rsidP="003475CD">
      <w:pPr>
        <w:spacing w:after="0" w:line="240" w:lineRule="auto"/>
        <w:rPr>
          <w:rFonts w:ascii="Arial" w:hAnsi="Arial" w:cs="Arial"/>
          <w:sz w:val="20"/>
          <w:szCs w:val="20"/>
          <w:lang w:val="en-US"/>
        </w:rPr>
      </w:pPr>
    </w:p>
    <w:p w:rsidR="009D175F" w:rsidRDefault="009D175F" w:rsidP="003475CD">
      <w:pPr>
        <w:spacing w:after="0" w:line="240" w:lineRule="auto"/>
        <w:rPr>
          <w:rFonts w:ascii="Arial" w:hAnsi="Arial" w:cs="Arial"/>
          <w:sz w:val="20"/>
          <w:szCs w:val="20"/>
          <w:lang w:val="fr-FR"/>
        </w:rPr>
      </w:pPr>
      <w:r w:rsidRPr="003475CD">
        <w:rPr>
          <w:rFonts w:ascii="Arial" w:hAnsi="Arial" w:cs="Arial"/>
          <w:sz w:val="20"/>
          <w:szCs w:val="20"/>
          <w:lang w:val="fr-FR"/>
        </w:rPr>
        <w:t xml:space="preserve">Dans sa nouvelle chanson "All the Glamour has gone" </w:t>
      </w:r>
    </w:p>
    <w:p w:rsidR="009D175F" w:rsidRDefault="009D175F" w:rsidP="003475CD">
      <w:pPr>
        <w:spacing w:after="0" w:line="240" w:lineRule="auto"/>
        <w:rPr>
          <w:rFonts w:ascii="Arial" w:hAnsi="Arial" w:cs="Arial"/>
          <w:sz w:val="20"/>
          <w:szCs w:val="20"/>
          <w:lang w:val="fr-FR"/>
        </w:rPr>
      </w:pPr>
      <w:r w:rsidRPr="003475CD">
        <w:rPr>
          <w:rFonts w:ascii="Arial" w:hAnsi="Arial" w:cs="Arial"/>
          <w:sz w:val="20"/>
          <w:szCs w:val="20"/>
          <w:lang w:val="fr-FR"/>
        </w:rPr>
        <w:t>Shantel se demande:</w:t>
      </w:r>
    </w:p>
    <w:p w:rsidR="009D175F" w:rsidRPr="003475CD" w:rsidRDefault="009D175F" w:rsidP="003475CD">
      <w:pPr>
        <w:spacing w:after="0" w:line="240" w:lineRule="auto"/>
        <w:rPr>
          <w:rFonts w:ascii="Arial" w:hAnsi="Arial" w:cs="Arial"/>
          <w:sz w:val="20"/>
          <w:szCs w:val="20"/>
          <w:lang w:val="fr-FR"/>
        </w:rPr>
      </w:pPr>
    </w:p>
    <w:p w:rsidR="009D175F" w:rsidRPr="003475CD" w:rsidRDefault="009D175F" w:rsidP="003475CD">
      <w:pPr>
        <w:spacing w:after="0" w:line="240" w:lineRule="auto"/>
        <w:rPr>
          <w:rFonts w:ascii="Arial" w:hAnsi="Arial" w:cs="Arial"/>
          <w:sz w:val="20"/>
          <w:szCs w:val="20"/>
          <w:lang w:val="en-US"/>
        </w:rPr>
      </w:pPr>
      <w:r w:rsidRPr="003475CD">
        <w:rPr>
          <w:rFonts w:ascii="Arial" w:hAnsi="Arial" w:cs="Arial"/>
          <w:sz w:val="20"/>
          <w:szCs w:val="20"/>
          <w:lang w:val="en-US"/>
        </w:rPr>
        <w:t>“What’s wrong with action,</w:t>
      </w:r>
      <w:r>
        <w:rPr>
          <w:rFonts w:ascii="Arial" w:hAnsi="Arial" w:cs="Arial"/>
          <w:sz w:val="20"/>
          <w:szCs w:val="20"/>
          <w:lang w:val="en-US"/>
        </w:rPr>
        <w:tab/>
      </w:r>
      <w:r>
        <w:rPr>
          <w:rFonts w:ascii="Arial" w:hAnsi="Arial" w:cs="Arial"/>
          <w:sz w:val="20"/>
          <w:szCs w:val="20"/>
          <w:lang w:val="en-US"/>
        </w:rPr>
        <w:tab/>
        <w:t>(Qu’est-ce qui ne tourne pas rond avec l’action,</w:t>
      </w:r>
      <w:r w:rsidRPr="003475CD">
        <w:rPr>
          <w:rFonts w:ascii="Arial" w:hAnsi="Arial" w:cs="Arial"/>
          <w:sz w:val="20"/>
          <w:szCs w:val="20"/>
          <w:lang w:val="en-US"/>
        </w:rPr>
        <w:br/>
        <w:t>what’s wrong with fashion,</w:t>
      </w:r>
      <w:r>
        <w:rPr>
          <w:rFonts w:ascii="Arial" w:hAnsi="Arial" w:cs="Arial"/>
          <w:sz w:val="20"/>
          <w:szCs w:val="20"/>
          <w:lang w:val="en-US"/>
        </w:rPr>
        <w:tab/>
      </w:r>
      <w:r>
        <w:rPr>
          <w:rFonts w:ascii="Arial" w:hAnsi="Arial" w:cs="Arial"/>
          <w:sz w:val="20"/>
          <w:szCs w:val="20"/>
          <w:lang w:val="en-US"/>
        </w:rPr>
        <w:tab/>
      </w:r>
      <w:r>
        <w:rPr>
          <w:rFonts w:ascii="Arial" w:hAnsi="Arial" w:cs="Arial"/>
          <w:sz w:val="20"/>
          <w:szCs w:val="20"/>
          <w:lang w:val="en-US"/>
        </w:rPr>
        <w:tab/>
      </w:r>
      <w:r>
        <w:rPr>
          <w:rFonts w:ascii="Arial" w:hAnsi="Arial" w:cs="Arial"/>
          <w:sz w:val="20"/>
          <w:szCs w:val="20"/>
          <w:lang w:val="en-US"/>
        </w:rPr>
        <w:tab/>
      </w:r>
      <w:r>
        <w:rPr>
          <w:rFonts w:ascii="Arial" w:hAnsi="Arial" w:cs="Arial"/>
          <w:sz w:val="20"/>
          <w:szCs w:val="20"/>
          <w:lang w:val="en-US"/>
        </w:rPr>
        <w:tab/>
      </w:r>
      <w:r>
        <w:rPr>
          <w:rFonts w:ascii="Arial" w:hAnsi="Arial" w:cs="Arial"/>
          <w:sz w:val="20"/>
          <w:szCs w:val="20"/>
          <w:lang w:val="en-US"/>
        </w:rPr>
        <w:tab/>
        <w:t xml:space="preserve">          </w:t>
      </w:r>
      <w:r w:rsidRPr="003475CD">
        <w:rPr>
          <w:rFonts w:ascii="Arial" w:hAnsi="Arial" w:cs="Arial"/>
          <w:sz w:val="24"/>
          <w:szCs w:val="24"/>
          <w:lang w:val="en-US"/>
        </w:rPr>
        <w:t xml:space="preserve"> </w:t>
      </w:r>
      <w:r>
        <w:rPr>
          <w:rFonts w:ascii="Arial" w:hAnsi="Arial" w:cs="Arial"/>
          <w:sz w:val="20"/>
          <w:szCs w:val="20"/>
          <w:lang w:val="en-US"/>
        </w:rPr>
        <w:t>la mode,</w:t>
      </w:r>
      <w:r w:rsidRPr="003475CD">
        <w:rPr>
          <w:rFonts w:ascii="Arial" w:hAnsi="Arial" w:cs="Arial"/>
          <w:sz w:val="20"/>
          <w:szCs w:val="20"/>
          <w:lang w:val="en-US"/>
        </w:rPr>
        <w:br/>
        <w:t>what’s wrong with passion?”</w:t>
      </w:r>
      <w:r>
        <w:rPr>
          <w:rFonts w:ascii="Arial" w:hAnsi="Arial" w:cs="Arial"/>
          <w:sz w:val="20"/>
          <w:szCs w:val="20"/>
          <w:lang w:val="en-US"/>
        </w:rPr>
        <w:tab/>
      </w:r>
      <w:r>
        <w:rPr>
          <w:rFonts w:ascii="Arial" w:hAnsi="Arial" w:cs="Arial"/>
          <w:sz w:val="20"/>
          <w:szCs w:val="20"/>
          <w:lang w:val="en-US"/>
        </w:rPr>
        <w:tab/>
      </w:r>
      <w:r>
        <w:rPr>
          <w:rFonts w:ascii="Arial" w:hAnsi="Arial" w:cs="Arial"/>
          <w:sz w:val="20"/>
          <w:szCs w:val="20"/>
          <w:lang w:val="en-US"/>
        </w:rPr>
        <w:tab/>
      </w:r>
      <w:r>
        <w:rPr>
          <w:rFonts w:ascii="Arial" w:hAnsi="Arial" w:cs="Arial"/>
          <w:sz w:val="20"/>
          <w:szCs w:val="20"/>
          <w:lang w:val="en-US"/>
        </w:rPr>
        <w:tab/>
      </w:r>
      <w:r>
        <w:rPr>
          <w:rFonts w:ascii="Arial" w:hAnsi="Arial" w:cs="Arial"/>
          <w:sz w:val="20"/>
          <w:szCs w:val="20"/>
          <w:lang w:val="en-US"/>
        </w:rPr>
        <w:tab/>
        <w:t xml:space="preserve">                        la passio?)</w:t>
      </w:r>
    </w:p>
    <w:p w:rsidR="009D175F" w:rsidRPr="003475CD" w:rsidRDefault="009D175F" w:rsidP="003475CD">
      <w:pPr>
        <w:spacing w:after="0" w:line="240" w:lineRule="auto"/>
        <w:rPr>
          <w:rFonts w:ascii="Arial" w:hAnsi="Arial" w:cs="Arial"/>
          <w:sz w:val="20"/>
          <w:szCs w:val="20"/>
          <w:lang w:val="fr-FR"/>
        </w:rPr>
      </w:pPr>
    </w:p>
    <w:p w:rsidR="009D175F" w:rsidRPr="003475CD" w:rsidRDefault="009D175F" w:rsidP="003475CD">
      <w:pPr>
        <w:spacing w:after="0" w:line="240" w:lineRule="auto"/>
        <w:rPr>
          <w:rFonts w:ascii="Arial" w:hAnsi="Arial" w:cs="Arial"/>
          <w:sz w:val="20"/>
          <w:szCs w:val="20"/>
          <w:lang w:val="fr-FR"/>
        </w:rPr>
      </w:pPr>
      <w:r w:rsidRPr="003475CD">
        <w:rPr>
          <w:rFonts w:ascii="Arial" w:hAnsi="Arial" w:cs="Arial"/>
          <w:sz w:val="20"/>
          <w:szCs w:val="20"/>
          <w:lang w:val="fr-FR"/>
        </w:rPr>
        <w:t xml:space="preserve">Nous nous posons la question: qu´est-ce qui tourmente Shantel? Et nous découvrons une nouvelle métamorphose de cet artiste et producteur fascinant. Dans les années 90 il était l´artiste du Downbeat le plus connu d´Allemagne, un maitre et connaisseur qui savait marier les sons exotiques à l´électronique. Au début du nouveau siècle il inventa presque tout seul un nouveau genre musical qui connut un rayonnement mondial et une myriade de copistes. Son album Disko Partizani - son plus grand succès - se retrouvait dans beaucoup de hit-parades européens, se trouvant en tête de liste pendant de longues semaines en Turquie et dans les pays de toute l´Europe du Sud-Est. Il créa la musique pour les films de Fatih Akin et Sasha Baron Cohen, se produisit au Festival de Cannes et - étant un des premiers musiciens allemands - au légendaire Festival de Glastonbury en Angleterre, ainsi qu´à Montreux (sous les yeux admiratifs de ses homologues Prince et Quincy Jones, fort impressionnés de sa prestation), lors de la Milano Fashion Week, du Cerantino Festival au Mexique, du Tim Festival à Rio de Janeiro (en tandem avec Daft Punk et les Beastie Boys) et encore d´autres festivals importants dans le monde musical. Après de nombreuses années de travail acharné en Europe, Shantel s´est élevé à une reconnaissance internationale bien méritée; avec plus d´un millier de shows de son Bucovina Club Orkestar, il est devenu le garant d´un spectacle en live d´une excellence absolue et d´une communion d´une rare intensité avec son public. Une position enviable, qui lui permettrait de se reposer sur ses lauriers et de continuer sur la même voie. Et maintenant, nous voilà confrontés à une nouvelle transformation avec une seule question: 0ù allons-nous pouvoir classer ce (nouveau) phénomène? Au fond, c´est tout simple: Shantel crée un hybride; concoctant un mélange d´Underground, d´histoire de la musique et insérant ainsi l´histoire sociale, qui le fait tourbillonner par sa propre énergie créative et à la fin de ce processus, l´album témoigne de ses trésors d´expérience personnelle et - comme il nous le confie - se baladant entre la culture Pop, la Culture et la </w:t>
      </w:r>
      <w:r w:rsidRPr="003475CD">
        <w:rPr>
          <w:rFonts w:ascii="Arial" w:hAnsi="Arial" w:cs="Arial"/>
          <w:sz w:val="20"/>
          <w:szCs w:val="20"/>
          <w:lang w:val="en-GB"/>
        </w:rPr>
        <w:t>Street credibility</w:t>
      </w:r>
      <w:r w:rsidRPr="003475CD">
        <w:rPr>
          <w:rFonts w:ascii="Arial" w:hAnsi="Arial" w:cs="Arial"/>
          <w:sz w:val="20"/>
          <w:szCs w:val="20"/>
          <w:lang w:val="fr-FR"/>
        </w:rPr>
        <w:t>. Cette histoire de la musique - plus exactement l´histoire originelle d´une musique populaire internationale - fut le thème choisi par Shantel et Oz Almog qui composèrent une production richement illustrée "Kosher Nostra - Jewish Gangster´s Greatest Hits" - un voyage époustouflant dans le temps des clubs, théâtres de revue, casinos et salles de jeux des années 20 à 60 bien reçu par rien d’autre que Martin Scorsese.</w:t>
      </w:r>
    </w:p>
    <w:p w:rsidR="009D175F" w:rsidRDefault="009D175F" w:rsidP="003475CD">
      <w:pPr>
        <w:spacing w:after="0" w:line="240" w:lineRule="auto"/>
        <w:rPr>
          <w:rFonts w:ascii="Arial" w:hAnsi="Arial" w:cs="Arial"/>
          <w:sz w:val="20"/>
          <w:szCs w:val="20"/>
          <w:lang w:val="fr-FR"/>
        </w:rPr>
      </w:pPr>
    </w:p>
    <w:p w:rsidR="009D175F" w:rsidRPr="003475CD" w:rsidRDefault="009D175F" w:rsidP="003475CD">
      <w:pPr>
        <w:spacing w:after="0" w:line="240" w:lineRule="auto"/>
        <w:rPr>
          <w:rFonts w:ascii="Arial" w:hAnsi="Arial" w:cs="Arial"/>
          <w:sz w:val="20"/>
          <w:szCs w:val="20"/>
          <w:lang w:val="fr-FR"/>
        </w:rPr>
      </w:pPr>
      <w:r w:rsidRPr="003475CD">
        <w:rPr>
          <w:rFonts w:ascii="Arial" w:hAnsi="Arial" w:cs="Arial"/>
          <w:sz w:val="20"/>
          <w:szCs w:val="20"/>
          <w:lang w:val="fr-FR"/>
        </w:rPr>
        <w:t xml:space="preserve">Tandis que ses derniers albums étaient dans leur conception des albums de producteurs, "Anarchy &amp; Romance" est le premier album qui met le musicien au centre de l´œuvre. Voulait-on comme d´habitude mobiliser les dancefloors avec basses et beats, ici, l´artiste ose créer son propre univers, loin des sentiers battus et de proposer une nouvelle approche qui change tout et remet les compteurs à zéro. Le nouveau sound de Shantel se pose sur une situation actuelle, se montre plus ouverte, risquée, âpre, bruyante - multicolore. L´électronique ne joue plus le premier rôle, mais cède la place à une sonorité plus vivante et rauque d´un groupe évoluant dans un fond de garage. Shantel écrit et chante lui-même, joue de la guitare et d´autres instruments, ne se sert pas de Samples, à une seule exception près, mentionnée plus tard. Ses idées de chansons se trouvèrent lors de voyages ou de longs séjours dans les chambres d´hôtel. Avec une structure de rythme serré, l´emphase est centrée sur les mélodies et les harmonies - avec un niveau d´énergie élevé: des guitares fouettantes, un vieux piano Fender-Rhodes des années 70 s’embale, le boogie se perd en syncopes, un morceau disco se fait enflammer par une guitare flamenco-rock, des Shuffle-Beats minimalistes et une prise de Rockabilly aboutissent à une fin hédoniste. Ce n´est donc pas une volte-face de Shantel, comme nous le connaissons, mais une progression logique. Surgissent alors les influences orientales et les harmonies du Moyen-Orient avec des approches du son de Smyrne, lieu de naissance du Rembetiko </w:t>
      </w:r>
      <w:r w:rsidRPr="006E6B32">
        <w:rPr>
          <w:rFonts w:ascii="Arial" w:hAnsi="Arial" w:cs="Arial"/>
          <w:sz w:val="20"/>
          <w:szCs w:val="20"/>
          <w:lang w:val="fr-FR"/>
        </w:rPr>
        <w:t>bluesy</w:t>
      </w:r>
      <w:r w:rsidRPr="003475CD">
        <w:rPr>
          <w:rFonts w:ascii="Arial" w:hAnsi="Arial" w:cs="Arial"/>
          <w:sz w:val="20"/>
          <w:szCs w:val="20"/>
          <w:lang w:val="fr-FR"/>
        </w:rPr>
        <w:t>. Quand un enfant des années 68 jette un regard sur les années fin 50 et début 60, c´est comme un regard dans un prisme. Un exemple se trouve dans une réinterprétation du tube finlandais, le tango Letkis-A Touch of Beauty - oú vous découvrirez l´unique sample bien caché. Mais la saveur des Sixties se brise et se renouvelle - sinon, ce ne serait plus du tout une production de Shantel!</w:t>
      </w:r>
    </w:p>
    <w:p w:rsidR="009D175F" w:rsidRDefault="009D175F" w:rsidP="003475CD">
      <w:pPr>
        <w:spacing w:after="0" w:line="240" w:lineRule="auto"/>
        <w:rPr>
          <w:rFonts w:ascii="Arial" w:hAnsi="Arial" w:cs="Arial"/>
          <w:sz w:val="20"/>
          <w:szCs w:val="20"/>
          <w:lang w:val="fr-FR"/>
        </w:rPr>
      </w:pPr>
    </w:p>
    <w:p w:rsidR="009D175F" w:rsidRPr="003475CD" w:rsidRDefault="009D175F" w:rsidP="003475CD">
      <w:pPr>
        <w:spacing w:after="0" w:line="240" w:lineRule="auto"/>
        <w:rPr>
          <w:rFonts w:ascii="Arial" w:hAnsi="Arial" w:cs="Arial"/>
          <w:sz w:val="20"/>
          <w:szCs w:val="20"/>
          <w:lang w:val="fr-FR"/>
        </w:rPr>
      </w:pPr>
      <w:r w:rsidRPr="003475CD">
        <w:rPr>
          <w:rFonts w:ascii="Arial" w:hAnsi="Arial" w:cs="Arial"/>
          <w:sz w:val="20"/>
          <w:szCs w:val="20"/>
          <w:lang w:val="fr-FR"/>
        </w:rPr>
        <w:t>La vedette secrète de l´enregistrement est UN microphone analogue! Précisément: le micro légendaire RCA 44 de AEA avec un son acoustique authentique. Faisant plus de pression, il exige une discipline maximale. La batterie fut enregistrée avec ce micro (donc, pas de bandes séparées). Le son de la guitare est produit par un amplificateur Vox authentique des années 60. Les effets: le célèbre Fulltone Echoplex Tape Echo et un Spring Reverb. L´aspect conservateur de se servir uniquement d´une technique ad minima est absolument révolutionnaire et crée LE style du son de "Anarchy &amp; Romance". Les vibrations de studio adéquates ont été recherchées dans les Hansa Studios à Berlin, légendaires et expérimentés. Quelques noms de référence? D´accord: Iggy Pop, David Bowie, Depeche Mode, le groupe Einstürzende Neubauten, Falco, Nick Cave - tous y ont enregistré leurs œuvres dans ces studios avec vue sur le Mur de Berlin.</w:t>
      </w:r>
    </w:p>
    <w:p w:rsidR="009D175F" w:rsidRDefault="009D175F" w:rsidP="003475CD">
      <w:pPr>
        <w:spacing w:after="0" w:line="240" w:lineRule="auto"/>
        <w:rPr>
          <w:rFonts w:ascii="Arial" w:hAnsi="Arial" w:cs="Arial"/>
          <w:sz w:val="20"/>
          <w:szCs w:val="20"/>
          <w:lang w:val="fr-FR"/>
        </w:rPr>
      </w:pPr>
    </w:p>
    <w:p w:rsidR="009D175F" w:rsidRPr="003475CD" w:rsidRDefault="009D175F" w:rsidP="003475CD">
      <w:pPr>
        <w:spacing w:after="0" w:line="240" w:lineRule="auto"/>
        <w:rPr>
          <w:rFonts w:ascii="Arial" w:hAnsi="Arial" w:cs="Arial"/>
          <w:sz w:val="20"/>
          <w:szCs w:val="20"/>
          <w:lang w:val="fr-FR"/>
        </w:rPr>
      </w:pPr>
      <w:r w:rsidRPr="003475CD">
        <w:rPr>
          <w:rFonts w:ascii="Arial" w:hAnsi="Arial" w:cs="Arial"/>
          <w:sz w:val="20"/>
          <w:szCs w:val="20"/>
          <w:lang w:val="fr-FR"/>
        </w:rPr>
        <w:t>Invités sont cette fois-ci Justin Adams, main droite et guitariste de Robert Plan (Led Zeppelin), tous deux en train d´entrer dans l´histoire de la musique avec leur groupe "The Sensational Space Shifters"; Cherilyn MacNeil et Emma Greenfield du groupe néo-folk "Dear Reader" qui ont contribué au superbe film "Oh Boy" avec leur chanson-titre; le bassiste légendaire Ken Taylor, ainsi que l´ensemble de cordes de la Junge Philharmonie de Francfort/Main.</w:t>
      </w:r>
    </w:p>
    <w:p w:rsidR="009D175F" w:rsidRDefault="009D175F" w:rsidP="003475CD">
      <w:pPr>
        <w:spacing w:after="0" w:line="240" w:lineRule="auto"/>
        <w:rPr>
          <w:rFonts w:ascii="Arial" w:hAnsi="Arial" w:cs="Arial"/>
          <w:strike/>
          <w:sz w:val="20"/>
          <w:szCs w:val="20"/>
          <w:lang w:val="fr-FR"/>
        </w:rPr>
      </w:pPr>
    </w:p>
    <w:p w:rsidR="009D175F" w:rsidRPr="003475CD" w:rsidRDefault="009D175F" w:rsidP="003475CD">
      <w:pPr>
        <w:spacing w:after="0" w:line="240" w:lineRule="auto"/>
        <w:rPr>
          <w:rFonts w:ascii="Arial" w:hAnsi="Arial" w:cs="Arial"/>
          <w:sz w:val="20"/>
          <w:szCs w:val="20"/>
          <w:lang w:val="fr-FR"/>
        </w:rPr>
      </w:pPr>
      <w:r w:rsidRPr="003475CD">
        <w:rPr>
          <w:rFonts w:ascii="Arial" w:hAnsi="Arial" w:cs="Arial"/>
          <w:sz w:val="20"/>
          <w:szCs w:val="20"/>
          <w:lang w:val="fr-FR"/>
        </w:rPr>
        <w:t>Avec la sortie de "Anarchy &amp; Romance" Shantel publie le "Alright Magazine" en édition limitée - un recueil de politique, musique, art et style, avec des articles sur le célèbre quartier chaud de Francfort et ses Beat-Clubs des années 50 et 60, un témoignage d´époque sur la ville de Hanau dans les Sixties où fut "inventé" presque par hasard le Punkrock, un essai sur l´histoire du Rockn´Roll en Allemagne et comment des groupes Rock d´Indonésie y ont contribué à ses débuts, ainsi qu´une série de photos "The Kiez is alright - c´est ainsi que j´ai gaspillé ma jeunesse" de Horst A. Friedrichs.</w:t>
      </w:r>
    </w:p>
    <w:p w:rsidR="009D175F" w:rsidRDefault="009D175F" w:rsidP="003475CD">
      <w:pPr>
        <w:spacing w:after="0" w:line="240" w:lineRule="auto"/>
        <w:rPr>
          <w:rFonts w:ascii="Arial" w:hAnsi="Arial" w:cs="Arial"/>
          <w:sz w:val="20"/>
          <w:szCs w:val="20"/>
          <w:lang w:val="fr-FR"/>
        </w:rPr>
      </w:pPr>
    </w:p>
    <w:p w:rsidR="009D175F" w:rsidRPr="003475CD" w:rsidRDefault="009D175F" w:rsidP="003475CD">
      <w:pPr>
        <w:spacing w:after="0" w:line="240" w:lineRule="auto"/>
        <w:rPr>
          <w:rFonts w:ascii="Arial" w:hAnsi="Arial" w:cs="Arial"/>
          <w:sz w:val="20"/>
          <w:szCs w:val="20"/>
          <w:lang w:val="fr-FR"/>
        </w:rPr>
      </w:pPr>
      <w:r w:rsidRPr="003475CD">
        <w:rPr>
          <w:rFonts w:ascii="Arial" w:hAnsi="Arial" w:cs="Arial"/>
          <w:sz w:val="20"/>
          <w:szCs w:val="20"/>
          <w:lang w:val="fr-FR"/>
        </w:rPr>
        <w:t>Laissons à Shantel le mot de la fin: Un diamant ne m´inspire pas, c´est dans un tas de fumier que grouillent toutes sortes de créatures étranges. En une époque où les tendances  se succèdent à un rythme effréné et dans un monde en pleine globalisation, où se confondent les genres musicaux à ne plus pouvoir reconnaitre leur origine, je voudrais renverser et révolutionner les clichés conservateurs du Pop et du Rock. Je veux vivre une existence entière, critique, libérée de tous genres et styles. Rien à voir avec la mode, Hype ou Hipness, totalement hors-jeu, intemporel, un brin Vintage et sentimental, mais annonçant l´avenir musical, insaisissable. Chansons, ballades et morceaux hyper dansants rencontrent le son des années 60 délurées, le Rockn´Roll et le Future-Punk. Mes guitares Rickenbacker adorées, une batterie vrombissante et un piano Fender-Rhodes s´unissent en un Rock endiablé avec les cuivres de mon groupe, comme si c´était le dernier jour de l´histoire de l´humanité à vivre....</w:t>
      </w:r>
    </w:p>
    <w:p w:rsidR="009D175F" w:rsidRPr="006E6B32" w:rsidRDefault="009D175F" w:rsidP="003776D5">
      <w:pPr>
        <w:spacing w:after="0" w:line="240" w:lineRule="auto"/>
        <w:rPr>
          <w:rFonts w:ascii="Arial" w:hAnsi="Arial" w:cs="Arial"/>
          <w:sz w:val="20"/>
          <w:szCs w:val="20"/>
          <w:lang w:val="fr-FR"/>
        </w:rPr>
      </w:pPr>
    </w:p>
    <w:p w:rsidR="009D175F" w:rsidRPr="006E6B32" w:rsidRDefault="009D175F" w:rsidP="003776D5">
      <w:pPr>
        <w:widowControl w:val="0"/>
        <w:autoSpaceDE w:val="0"/>
        <w:autoSpaceDN w:val="0"/>
        <w:adjustRightInd w:val="0"/>
        <w:spacing w:after="0" w:line="240" w:lineRule="auto"/>
        <w:rPr>
          <w:rFonts w:ascii="Arial" w:hAnsi="Arial" w:cs="Arial"/>
          <w:b/>
          <w:bCs/>
          <w:sz w:val="20"/>
          <w:szCs w:val="20"/>
          <w:lang w:val="fr-FR"/>
        </w:rPr>
        <w:sectPr w:rsidR="009D175F" w:rsidRPr="006E6B32" w:rsidSect="0093513B">
          <w:footerReference w:type="default" r:id="rId8"/>
          <w:pgSz w:w="11906" w:h="16838"/>
          <w:pgMar w:top="851" w:right="1418" w:bottom="1134" w:left="1418" w:header="708" w:footer="708" w:gutter="0"/>
          <w:cols w:space="708"/>
          <w:docGrid w:linePitch="360"/>
        </w:sectPr>
      </w:pPr>
    </w:p>
    <w:p w:rsidR="009D175F" w:rsidRPr="006E6B32" w:rsidRDefault="009D175F" w:rsidP="003776D5">
      <w:pPr>
        <w:widowControl w:val="0"/>
        <w:autoSpaceDE w:val="0"/>
        <w:autoSpaceDN w:val="0"/>
        <w:adjustRightInd w:val="0"/>
        <w:spacing w:after="0" w:line="240" w:lineRule="auto"/>
        <w:rPr>
          <w:rFonts w:ascii="Arial" w:hAnsi="Arial" w:cs="Arial"/>
          <w:b/>
          <w:bCs/>
          <w:sz w:val="20"/>
          <w:szCs w:val="20"/>
          <w:lang w:val="fr-FR"/>
        </w:rPr>
      </w:pPr>
    </w:p>
    <w:p w:rsidR="009D175F" w:rsidRPr="006E6B32" w:rsidRDefault="009D175F" w:rsidP="003776D5">
      <w:pPr>
        <w:widowControl w:val="0"/>
        <w:autoSpaceDE w:val="0"/>
        <w:autoSpaceDN w:val="0"/>
        <w:adjustRightInd w:val="0"/>
        <w:spacing w:after="0" w:line="240" w:lineRule="auto"/>
        <w:rPr>
          <w:rFonts w:ascii="Arial" w:hAnsi="Arial" w:cs="Arial"/>
          <w:sz w:val="20"/>
          <w:szCs w:val="20"/>
          <w:lang w:val="fr-FR"/>
        </w:rPr>
      </w:pPr>
      <w:hyperlink r:id="rId9" w:history="1">
        <w:r w:rsidRPr="006E6B32">
          <w:rPr>
            <w:rFonts w:ascii="Arial" w:hAnsi="Arial" w:cs="Arial"/>
            <w:b/>
            <w:bCs/>
            <w:sz w:val="20"/>
            <w:szCs w:val="20"/>
            <w:u w:val="single" w:color="084EE6"/>
            <w:lang w:val="fr-FR"/>
          </w:rPr>
          <w:t>www.bucovina.de</w:t>
        </w:r>
      </w:hyperlink>
      <w:r w:rsidRPr="006E6B32">
        <w:rPr>
          <w:rFonts w:ascii="Arial" w:hAnsi="Arial" w:cs="Arial"/>
          <w:b/>
          <w:bCs/>
          <w:sz w:val="20"/>
          <w:szCs w:val="20"/>
          <w:lang w:val="fr-FR"/>
        </w:rPr>
        <w:t xml:space="preserve"> // </w:t>
      </w:r>
      <w:hyperlink r:id="rId10" w:history="1">
        <w:r w:rsidRPr="006E6B32">
          <w:rPr>
            <w:rFonts w:ascii="Arial" w:hAnsi="Arial" w:cs="Arial"/>
            <w:b/>
            <w:bCs/>
            <w:sz w:val="20"/>
            <w:szCs w:val="20"/>
            <w:u w:val="single" w:color="084EE6"/>
            <w:lang w:val="fr-FR"/>
          </w:rPr>
          <w:t>www.facebook.com/ShantelBucovinaClub</w:t>
        </w:r>
      </w:hyperlink>
    </w:p>
    <w:p w:rsidR="009D175F" w:rsidRPr="006E6B32" w:rsidRDefault="009D175F" w:rsidP="003776D5">
      <w:pPr>
        <w:widowControl w:val="0"/>
        <w:autoSpaceDE w:val="0"/>
        <w:autoSpaceDN w:val="0"/>
        <w:adjustRightInd w:val="0"/>
        <w:spacing w:after="0" w:line="240" w:lineRule="auto"/>
        <w:rPr>
          <w:rFonts w:ascii="Arial" w:hAnsi="Arial" w:cs="Arial"/>
          <w:sz w:val="20"/>
          <w:szCs w:val="20"/>
          <w:lang w:val="fr-FR"/>
        </w:rPr>
      </w:pPr>
    </w:p>
    <w:p w:rsidR="009D175F" w:rsidRPr="006E6B32" w:rsidRDefault="009D175F" w:rsidP="003776D5">
      <w:pPr>
        <w:widowControl w:val="0"/>
        <w:autoSpaceDE w:val="0"/>
        <w:autoSpaceDN w:val="0"/>
        <w:adjustRightInd w:val="0"/>
        <w:spacing w:after="0" w:line="240" w:lineRule="auto"/>
        <w:rPr>
          <w:rFonts w:ascii="Arial" w:hAnsi="Arial" w:cs="Arial"/>
          <w:sz w:val="20"/>
          <w:szCs w:val="20"/>
          <w:lang w:val="fr-FR"/>
        </w:rPr>
        <w:sectPr w:rsidR="009D175F" w:rsidRPr="006E6B32" w:rsidSect="00D20273">
          <w:type w:val="continuous"/>
          <w:pgSz w:w="11906" w:h="16838"/>
          <w:pgMar w:top="851" w:right="1418" w:bottom="1134" w:left="1418" w:header="708" w:footer="708" w:gutter="0"/>
          <w:cols w:space="708"/>
          <w:docGrid w:linePitch="360"/>
        </w:sectPr>
      </w:pPr>
    </w:p>
    <w:p w:rsidR="009D175F" w:rsidRPr="006E6B32" w:rsidRDefault="009D175F" w:rsidP="00CE44BA">
      <w:pPr>
        <w:widowControl w:val="0"/>
        <w:autoSpaceDE w:val="0"/>
        <w:autoSpaceDN w:val="0"/>
        <w:adjustRightInd w:val="0"/>
        <w:spacing w:after="0" w:line="240" w:lineRule="auto"/>
        <w:rPr>
          <w:rFonts w:ascii="Arial" w:hAnsi="Arial" w:cs="Arial"/>
          <w:sz w:val="20"/>
          <w:szCs w:val="20"/>
          <w:lang w:val="fr-FR"/>
        </w:rPr>
      </w:pPr>
      <w:bookmarkStart w:id="0" w:name="_GoBack"/>
      <w:bookmarkEnd w:id="0"/>
    </w:p>
    <w:sectPr w:rsidR="009D175F" w:rsidRPr="006E6B32" w:rsidSect="00D20273">
      <w:type w:val="continuous"/>
      <w:pgSz w:w="11906" w:h="16838"/>
      <w:pgMar w:top="851" w:right="1418" w:bottom="1134" w:left="1418" w:header="708" w:footer="708" w:gutter="0"/>
      <w:cols w:space="2"/>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175F" w:rsidRDefault="009D175F" w:rsidP="003776D5">
      <w:pPr>
        <w:spacing w:after="0" w:line="240" w:lineRule="auto"/>
      </w:pPr>
      <w:r>
        <w:separator/>
      </w:r>
    </w:p>
  </w:endnote>
  <w:endnote w:type="continuationSeparator" w:id="0">
    <w:p w:rsidR="009D175F" w:rsidRDefault="009D175F" w:rsidP="003776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75F" w:rsidRPr="001C2E2C" w:rsidRDefault="009D175F" w:rsidP="003776D5">
    <w:pPr>
      <w:autoSpaceDE w:val="0"/>
      <w:autoSpaceDN w:val="0"/>
      <w:adjustRightInd w:val="0"/>
      <w:spacing w:after="0"/>
      <w:jc w:val="center"/>
      <w:rPr>
        <w:rFonts w:ascii="Arial" w:hAnsi="Arial"/>
        <w:color w:val="000000"/>
      </w:rPr>
    </w:pPr>
    <w:r w:rsidRPr="001C2E2C">
      <w:rPr>
        <w:rFonts w:ascii="Arial" w:hAnsi="Arial"/>
        <w:color w:val="000000"/>
      </w:rPr>
      <w:t>Essay Recordings GmbH</w:t>
    </w:r>
    <w:r>
      <w:rPr>
        <w:rFonts w:ascii="Arial" w:hAnsi="Arial"/>
        <w:color w:val="000000"/>
      </w:rPr>
      <w:t xml:space="preserve"> </w:t>
    </w:r>
    <w:r>
      <w:rPr>
        <w:rFonts w:ascii="Arial" w:hAnsi="Arial" w:cs="Arial"/>
        <w:color w:val="000000"/>
      </w:rPr>
      <w:t>●</w:t>
    </w:r>
    <w:r w:rsidRPr="001C2E2C">
      <w:rPr>
        <w:rFonts w:ascii="Arial" w:hAnsi="Arial"/>
        <w:color w:val="000000"/>
      </w:rPr>
      <w:t xml:space="preserve"> Scheffelstr. 37</w:t>
    </w:r>
    <w:r>
      <w:rPr>
        <w:rFonts w:ascii="Arial" w:hAnsi="Arial" w:cs="Arial"/>
        <w:color w:val="000000"/>
      </w:rPr>
      <w:t xml:space="preserve"> ●</w:t>
    </w:r>
    <w:r w:rsidRPr="001C2E2C">
      <w:rPr>
        <w:rFonts w:ascii="Arial" w:hAnsi="Arial"/>
        <w:color w:val="000000"/>
      </w:rPr>
      <w:t xml:space="preserve"> D-60318 Frankfurt/Main</w:t>
    </w:r>
  </w:p>
  <w:p w:rsidR="009D175F" w:rsidRPr="001C2E2C" w:rsidRDefault="009D175F" w:rsidP="003776D5">
    <w:pPr>
      <w:autoSpaceDE w:val="0"/>
      <w:autoSpaceDN w:val="0"/>
      <w:adjustRightInd w:val="0"/>
      <w:spacing w:after="0"/>
      <w:jc w:val="center"/>
      <w:rPr>
        <w:rFonts w:ascii="Arial" w:hAnsi="Arial"/>
        <w:color w:val="000000"/>
      </w:rPr>
    </w:pPr>
    <w:r w:rsidRPr="001C2E2C">
      <w:rPr>
        <w:rFonts w:ascii="Arial" w:hAnsi="Arial"/>
        <w:color w:val="000000"/>
      </w:rPr>
      <w:t xml:space="preserve">Tel. +49 (0)69 / 955 043 211 </w:t>
    </w:r>
    <w:r>
      <w:rPr>
        <w:rFonts w:ascii="Arial" w:hAnsi="Arial" w:cs="Arial"/>
        <w:color w:val="000000"/>
      </w:rPr>
      <w:t>●</w:t>
    </w:r>
    <w:r w:rsidRPr="001C2E2C">
      <w:rPr>
        <w:rFonts w:ascii="Arial" w:hAnsi="Arial"/>
        <w:color w:val="000000"/>
      </w:rPr>
      <w:t xml:space="preserve"> Fax 955 043 210</w:t>
    </w:r>
  </w:p>
  <w:p w:rsidR="009D175F" w:rsidRPr="003776D5" w:rsidRDefault="009D175F" w:rsidP="003776D5">
    <w:pPr>
      <w:autoSpaceDE w:val="0"/>
      <w:autoSpaceDN w:val="0"/>
      <w:adjustRightInd w:val="0"/>
      <w:spacing w:after="0"/>
      <w:jc w:val="center"/>
      <w:rPr>
        <w:rFonts w:ascii="Arial" w:hAnsi="Arial"/>
        <w:color w:val="000000"/>
      </w:rPr>
    </w:pPr>
    <w:r w:rsidRPr="001C2E2C">
      <w:rPr>
        <w:rFonts w:ascii="Arial" w:hAnsi="Arial"/>
        <w:color w:val="000000"/>
      </w:rPr>
      <w:t>www.essayrecordings.com</w:t>
    </w:r>
    <w:r>
      <w:rPr>
        <w:rFonts w:ascii="Arial" w:hAnsi="Arial"/>
        <w:color w:val="000000"/>
      </w:rPr>
      <w:t xml:space="preserve"> </w:t>
    </w:r>
    <w:r>
      <w:rPr>
        <w:rFonts w:ascii="Arial" w:hAnsi="Arial" w:cs="Arial"/>
        <w:color w:val="000000"/>
      </w:rPr>
      <w:t>●</w:t>
    </w:r>
    <w:r>
      <w:rPr>
        <w:rFonts w:ascii="Arial" w:hAnsi="Arial"/>
        <w:color w:val="000000"/>
      </w:rPr>
      <w:t xml:space="preserve"> music@essayrecordings.com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175F" w:rsidRDefault="009D175F" w:rsidP="003776D5">
      <w:pPr>
        <w:spacing w:after="0" w:line="240" w:lineRule="auto"/>
      </w:pPr>
      <w:r>
        <w:separator/>
      </w:r>
    </w:p>
  </w:footnote>
  <w:footnote w:type="continuationSeparator" w:id="0">
    <w:p w:rsidR="009D175F" w:rsidRDefault="009D175F" w:rsidP="003776D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1029A"/>
    <w:rsid w:val="000E56AF"/>
    <w:rsid w:val="001240C2"/>
    <w:rsid w:val="001B5D2E"/>
    <w:rsid w:val="001C2E2C"/>
    <w:rsid w:val="001D2CAE"/>
    <w:rsid w:val="002E6B7F"/>
    <w:rsid w:val="002E776D"/>
    <w:rsid w:val="00333ED8"/>
    <w:rsid w:val="003475CD"/>
    <w:rsid w:val="00365E72"/>
    <w:rsid w:val="003776D5"/>
    <w:rsid w:val="00664E3E"/>
    <w:rsid w:val="006E6B32"/>
    <w:rsid w:val="00750756"/>
    <w:rsid w:val="00795F26"/>
    <w:rsid w:val="007B5A87"/>
    <w:rsid w:val="007B6AE0"/>
    <w:rsid w:val="007D358B"/>
    <w:rsid w:val="008033CC"/>
    <w:rsid w:val="00867033"/>
    <w:rsid w:val="008E300C"/>
    <w:rsid w:val="0093513B"/>
    <w:rsid w:val="009947C1"/>
    <w:rsid w:val="009D175F"/>
    <w:rsid w:val="00A360C2"/>
    <w:rsid w:val="00A8180A"/>
    <w:rsid w:val="00B1029A"/>
    <w:rsid w:val="00C149F3"/>
    <w:rsid w:val="00C5460F"/>
    <w:rsid w:val="00C93C36"/>
    <w:rsid w:val="00CA1676"/>
    <w:rsid w:val="00CC1B68"/>
    <w:rsid w:val="00CE44BA"/>
    <w:rsid w:val="00D20273"/>
    <w:rsid w:val="00D553AA"/>
    <w:rsid w:val="00D87D17"/>
    <w:rsid w:val="00E47F58"/>
    <w:rsid w:val="00E77A75"/>
    <w:rsid w:val="00E957B6"/>
    <w:rsid w:val="00EA7EDD"/>
    <w:rsid w:val="00F703A8"/>
    <w:rsid w:val="00FA2A20"/>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029A"/>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9947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947C1"/>
    <w:rPr>
      <w:rFonts w:ascii="Tahoma" w:hAnsi="Tahoma" w:cs="Tahoma"/>
      <w:sz w:val="16"/>
      <w:szCs w:val="16"/>
      <w:lang w:val="de-DE"/>
    </w:rPr>
  </w:style>
  <w:style w:type="paragraph" w:styleId="Header">
    <w:name w:val="header"/>
    <w:basedOn w:val="Normal"/>
    <w:link w:val="HeaderChar"/>
    <w:uiPriority w:val="99"/>
    <w:rsid w:val="003776D5"/>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3776D5"/>
    <w:rPr>
      <w:rFonts w:cs="Times New Roman"/>
      <w:lang w:val="de-DE"/>
    </w:rPr>
  </w:style>
  <w:style w:type="paragraph" w:styleId="Footer">
    <w:name w:val="footer"/>
    <w:basedOn w:val="Normal"/>
    <w:link w:val="FooterChar"/>
    <w:uiPriority w:val="99"/>
    <w:rsid w:val="003776D5"/>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3776D5"/>
    <w:rPr>
      <w:rFonts w:cs="Times New Roman"/>
      <w:lang w:val="de-DE"/>
    </w:rPr>
  </w:style>
  <w:style w:type="character" w:styleId="Hyperlink">
    <w:name w:val="Hyperlink"/>
    <w:basedOn w:val="DefaultParagraphFont"/>
    <w:uiPriority w:val="99"/>
    <w:rsid w:val="003776D5"/>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www.facebook.com/ShantelBucovinaClub" TargetMode="External"/><Relationship Id="rId4" Type="http://schemas.openxmlformats.org/officeDocument/2006/relationships/footnotes" Target="footnotes.xml"/><Relationship Id="rId9" Type="http://schemas.openxmlformats.org/officeDocument/2006/relationships/hyperlink" Target="http://www.bucovina.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1107</Words>
  <Characters>6975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dc:creator>
  <cp:keywords/>
  <dc:description/>
  <cp:lastModifiedBy>buero1</cp:lastModifiedBy>
  <cp:revision>4</cp:revision>
  <dcterms:created xsi:type="dcterms:W3CDTF">2013-09-10T13:33:00Z</dcterms:created>
  <dcterms:modified xsi:type="dcterms:W3CDTF">2013-09-17T09:43:00Z</dcterms:modified>
</cp:coreProperties>
</file>